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4A6" w:rsidRPr="00C71A39" w:rsidRDefault="00C02740">
      <w:pPr>
        <w:rPr>
          <w:sz w:val="44"/>
          <w:szCs w:val="44"/>
          <w:bdr w:val="single" w:sz="4" w:space="0" w:color="auto"/>
        </w:rPr>
      </w:pPr>
      <w:r w:rsidRPr="00C71A39">
        <w:rPr>
          <w:rFonts w:hint="eastAsia"/>
          <w:sz w:val="44"/>
          <w:szCs w:val="44"/>
          <w:bdr w:val="single" w:sz="4" w:space="0" w:color="auto"/>
        </w:rPr>
        <w:t>回覧</w:t>
      </w:r>
      <w:bookmarkStart w:id="0" w:name="_GoBack"/>
      <w:bookmarkEnd w:id="0"/>
    </w:p>
    <w:p w:rsidR="00C02740" w:rsidRDefault="00C02740" w:rsidP="00C70B1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  <w:gridCol w:w="1451"/>
        <w:gridCol w:w="1451"/>
      </w:tblGrid>
      <w:tr w:rsidR="001A4436" w:rsidTr="007F63D5">
        <w:trPr>
          <w:jc w:val="center"/>
        </w:trPr>
        <w:tc>
          <w:tcPr>
            <w:tcW w:w="1450" w:type="dxa"/>
            <w:shd w:val="clear" w:color="auto" w:fill="FDE9D9" w:themeFill="accent6" w:themeFillTint="33"/>
          </w:tcPr>
          <w:p w:rsidR="001A4436" w:rsidRDefault="00FA44D8" w:rsidP="007F63D5">
            <w:pPr>
              <w:jc w:val="center"/>
            </w:pPr>
            <w:r>
              <w:rPr>
                <w:rFonts w:hint="eastAsia"/>
              </w:rPr>
              <w:t>近藤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鈴木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高橋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田中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渡辺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伊藤</w:t>
            </w:r>
          </w:p>
        </w:tc>
      </w:tr>
      <w:tr w:rsidR="001A4436" w:rsidTr="000877CB">
        <w:trPr>
          <w:jc w:val="center"/>
        </w:trPr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  <w:p w:rsidR="0050483C" w:rsidRDefault="0050483C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</w:tr>
      <w:tr w:rsidR="001A4436" w:rsidTr="007F63D5">
        <w:trPr>
          <w:jc w:val="center"/>
        </w:trPr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山本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中村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小林</w:t>
            </w:r>
          </w:p>
        </w:tc>
        <w:tc>
          <w:tcPr>
            <w:tcW w:w="1450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斉藤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加藤</w:t>
            </w:r>
          </w:p>
        </w:tc>
        <w:tc>
          <w:tcPr>
            <w:tcW w:w="1451" w:type="dxa"/>
            <w:shd w:val="clear" w:color="auto" w:fill="FDE9D9" w:themeFill="accent6" w:themeFillTint="33"/>
          </w:tcPr>
          <w:p w:rsidR="001A4436" w:rsidRDefault="000877CB" w:rsidP="007F63D5">
            <w:pPr>
              <w:jc w:val="center"/>
            </w:pPr>
            <w:r>
              <w:rPr>
                <w:rFonts w:hint="eastAsia"/>
              </w:rPr>
              <w:t>吉田</w:t>
            </w:r>
          </w:p>
        </w:tc>
      </w:tr>
      <w:tr w:rsidR="001A4436" w:rsidTr="000877CB">
        <w:trPr>
          <w:jc w:val="center"/>
        </w:trPr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  <w:p w:rsidR="0050483C" w:rsidRDefault="0050483C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0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  <w:tc>
          <w:tcPr>
            <w:tcW w:w="1451" w:type="dxa"/>
          </w:tcPr>
          <w:p w:rsidR="001A4436" w:rsidRDefault="001A4436" w:rsidP="00C70B1E">
            <w:pPr>
              <w:jc w:val="right"/>
            </w:pPr>
          </w:p>
        </w:tc>
      </w:tr>
    </w:tbl>
    <w:p w:rsidR="001A4436" w:rsidRDefault="001A4436" w:rsidP="00C70B1E">
      <w:pPr>
        <w:jc w:val="right"/>
      </w:pPr>
    </w:p>
    <w:p w:rsidR="00A54AFA" w:rsidRDefault="00A54AFA" w:rsidP="00A54AFA">
      <w:pPr>
        <w:jc w:val="left"/>
      </w:pPr>
      <w:r>
        <w:rPr>
          <w:rFonts w:hint="eastAsia"/>
        </w:rPr>
        <w:t>※印鑑またはサインをして次の方に回して下さい。最後の方は、佐藤までお返しください。</w:t>
      </w:r>
    </w:p>
    <w:p w:rsidR="00A54AFA" w:rsidRDefault="00D50579" w:rsidP="00A54AFA">
      <w:pPr>
        <w:jc w:val="left"/>
      </w:pPr>
      <w:r>
        <w:rPr>
          <w:rFonts w:hint="eastAsia"/>
          <w:noProof/>
        </w:rPr>
        <w:drawing>
          <wp:inline distT="0" distB="0" distL="0" distR="0">
            <wp:extent cx="5391150" cy="85725"/>
            <wp:effectExtent l="0" t="0" r="0" b="9525"/>
            <wp:docPr id="1" name="図 1" descr="C:\Program Files\Microsoft Office\MEDIA\OFFICE14\Lines\BD1471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14710_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DF1" w:rsidRDefault="00C81DF1" w:rsidP="00A54AFA">
      <w:pPr>
        <w:jc w:val="left"/>
      </w:pPr>
    </w:p>
    <w:p w:rsidR="00C81DF1" w:rsidRPr="00EC68EB" w:rsidRDefault="00C81DF1" w:rsidP="00A54AFA">
      <w:pPr>
        <w:jc w:val="left"/>
        <w:rPr>
          <w:u w:val="single"/>
        </w:rPr>
      </w:pPr>
      <w:r w:rsidRPr="00EC68EB">
        <w:rPr>
          <w:rFonts w:hint="eastAsia"/>
          <w:u w:val="single"/>
        </w:rPr>
        <w:t>市民講座自治会の皆様</w:t>
      </w:r>
    </w:p>
    <w:p w:rsidR="00C81DF1" w:rsidRDefault="00C81DF1" w:rsidP="00A54AFA">
      <w:pPr>
        <w:jc w:val="left"/>
      </w:pPr>
    </w:p>
    <w:p w:rsidR="00C81DF1" w:rsidRPr="00AD22E5" w:rsidRDefault="00C81DF1" w:rsidP="00AD22E5">
      <w:pPr>
        <w:jc w:val="center"/>
        <w:rPr>
          <w:rFonts w:ascii="HGP創英角ｺﾞｼｯｸUB" w:eastAsia="HGP創英角ｺﾞｼｯｸUB" w:hAnsi="HGP創英角ｺﾞｼｯｸUB"/>
          <w:sz w:val="44"/>
          <w:szCs w:val="44"/>
        </w:rPr>
      </w:pPr>
      <w:r w:rsidRPr="00AD22E5">
        <w:rPr>
          <w:rFonts w:ascii="HGP創英角ｺﾞｼｯｸUB" w:eastAsia="HGP創英角ｺﾞｼｯｸUB" w:hAnsi="HGP創英角ｺﾞｼｯｸUB" w:hint="eastAsia"/>
          <w:sz w:val="44"/>
          <w:szCs w:val="44"/>
        </w:rPr>
        <w:t>市民講座集会所工事のお知らせ</w:t>
      </w:r>
    </w:p>
    <w:p w:rsidR="00C81DF1" w:rsidRDefault="00C81DF1" w:rsidP="00A54AFA">
      <w:pPr>
        <w:jc w:val="left"/>
      </w:pPr>
    </w:p>
    <w:p w:rsidR="00C81DF1" w:rsidRDefault="00C81DF1" w:rsidP="00A54AFA">
      <w:pPr>
        <w:jc w:val="left"/>
      </w:pPr>
      <w:r>
        <w:rPr>
          <w:rFonts w:hint="eastAsia"/>
        </w:rPr>
        <w:t>来る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日（土）から</w:t>
      </w:r>
      <w:r>
        <w:rPr>
          <w:rFonts w:hint="eastAsia"/>
        </w:rPr>
        <w:t>31</w:t>
      </w:r>
      <w:r>
        <w:rPr>
          <w:rFonts w:hint="eastAsia"/>
        </w:rPr>
        <w:t>日（月）の</w:t>
      </w:r>
      <w:r>
        <w:rPr>
          <w:rFonts w:hint="eastAsia"/>
        </w:rPr>
        <w:t>1</w:t>
      </w:r>
      <w:r>
        <w:rPr>
          <w:rFonts w:hint="eastAsia"/>
        </w:rPr>
        <w:t>ヵ月、集会所の内装工事を行います。</w:t>
      </w:r>
    </w:p>
    <w:p w:rsidR="00C81DF1" w:rsidRDefault="00C81DF1" w:rsidP="00A54AFA">
      <w:pPr>
        <w:jc w:val="left"/>
      </w:pPr>
      <w:r>
        <w:rPr>
          <w:rFonts w:hint="eastAsia"/>
        </w:rPr>
        <w:t>期間中、集会所の出入りができません。</w:t>
      </w:r>
    </w:p>
    <w:p w:rsidR="00C81DF1" w:rsidRDefault="00C81DF1" w:rsidP="00A54AFA">
      <w:pPr>
        <w:jc w:val="left"/>
      </w:pPr>
      <w:r>
        <w:rPr>
          <w:rFonts w:hint="eastAsia"/>
        </w:rPr>
        <w:t>集会所に私物を置かれている方は</w:t>
      </w:r>
      <w:r>
        <w:rPr>
          <w:rFonts w:hint="eastAsia"/>
        </w:rPr>
        <w:t>9</w:t>
      </w:r>
      <w:r>
        <w:rPr>
          <w:rFonts w:hint="eastAsia"/>
        </w:rPr>
        <w:t>月中にお持ち帰りください。</w:t>
      </w:r>
    </w:p>
    <w:p w:rsidR="00C81DF1" w:rsidRDefault="00C81DF1" w:rsidP="00A54AFA">
      <w:pPr>
        <w:jc w:val="left"/>
      </w:pPr>
      <w:r>
        <w:rPr>
          <w:rFonts w:hint="eastAsia"/>
        </w:rPr>
        <w:t>また、期間中は工事の騒音が予想されます。近隣のお宅には、大変ご迷惑をお掛け致しますが、よろしくお願い致します。</w:t>
      </w:r>
    </w:p>
    <w:p w:rsidR="00AC5428" w:rsidRDefault="00AC5428" w:rsidP="00A54AFA">
      <w:pPr>
        <w:jc w:val="left"/>
      </w:pPr>
    </w:p>
    <w:p w:rsidR="00AC5428" w:rsidRDefault="00AC5428" w:rsidP="00A54AFA">
      <w:pPr>
        <w:jc w:val="left"/>
      </w:pPr>
    </w:p>
    <w:p w:rsidR="00AC5428" w:rsidRDefault="00AC5428" w:rsidP="00AC5428">
      <w:pPr>
        <w:pStyle w:val="a8"/>
      </w:pPr>
      <w:r>
        <w:rPr>
          <w:rFonts w:hint="eastAsia"/>
        </w:rPr>
        <w:t>記</w:t>
      </w:r>
    </w:p>
    <w:p w:rsidR="00E63A30" w:rsidRDefault="00E63A30" w:rsidP="00E63A30">
      <w:pPr>
        <w:jc w:val="left"/>
      </w:pPr>
    </w:p>
    <w:p w:rsidR="007E08FC" w:rsidRDefault="00E63A30" w:rsidP="00AD22E5">
      <w:pPr>
        <w:jc w:val="center"/>
      </w:pPr>
      <w:r>
        <w:rPr>
          <w:rFonts w:hint="eastAsia"/>
        </w:rPr>
        <w:t xml:space="preserve">・工事期間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日（土）～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日（月</w:t>
      </w:r>
      <w:r w:rsidR="007E08FC">
        <w:rPr>
          <w:rFonts w:hint="eastAsia"/>
        </w:rPr>
        <w:t>）</w:t>
      </w:r>
    </w:p>
    <w:p w:rsidR="007E08FC" w:rsidRPr="007E08FC" w:rsidRDefault="007E08FC" w:rsidP="00AD22E5">
      <w:pPr>
        <w:jc w:val="center"/>
      </w:pPr>
      <w:r>
        <w:rPr>
          <w:rFonts w:hint="eastAsia"/>
        </w:rPr>
        <w:t>・場所　市民講座集会所</w:t>
      </w:r>
    </w:p>
    <w:p w:rsidR="00AC5428" w:rsidRDefault="007B1ECD" w:rsidP="00AC5428">
      <w:pPr>
        <w:pStyle w:val="aa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DBB543" wp14:editId="2EC5A7A7">
            <wp:simplePos x="0" y="0"/>
            <wp:positionH relativeFrom="column">
              <wp:posOffset>3602990</wp:posOffset>
            </wp:positionH>
            <wp:positionV relativeFrom="paragraph">
              <wp:posOffset>170286</wp:posOffset>
            </wp:positionV>
            <wp:extent cx="1307465" cy="1362075"/>
            <wp:effectExtent l="0" t="0" r="6985" b="9525"/>
            <wp:wrapNone/>
            <wp:docPr id="3" name="図 3" descr="C:\Users\PC4353\AppData\Local\Microsoft\Windows\Temporary Internet Files\Content.IE5\9V6R42IV\MC9004455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4353\AppData\Local\Microsoft\Windows\Temporary Internet Files\Content.IE5\9V6R42IV\MC90044557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D97">
        <w:rPr>
          <w:noProof/>
        </w:rPr>
        <w:drawing>
          <wp:anchor distT="0" distB="0" distL="114300" distR="114300" simplePos="0" relativeHeight="251658240" behindDoc="0" locked="0" layoutInCell="1" allowOverlap="1" wp14:anchorId="2A6D2DE8" wp14:editId="3986F878">
            <wp:simplePos x="0" y="0"/>
            <wp:positionH relativeFrom="column">
              <wp:posOffset>-3810</wp:posOffset>
            </wp:positionH>
            <wp:positionV relativeFrom="paragraph">
              <wp:posOffset>98425</wp:posOffset>
            </wp:positionV>
            <wp:extent cx="1276350" cy="1369046"/>
            <wp:effectExtent l="0" t="0" r="0" b="3175"/>
            <wp:wrapNone/>
            <wp:docPr id="2" name="図 2" descr="C:\Users\PC4353\AppData\Local\Microsoft\Windows\Temporary Internet Files\Content.IE5\074R0FTQ\MC9002517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4353\AppData\Local\Microsoft\Windows\Temporary Internet Files\Content.IE5\074R0FTQ\MC90025170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6350" cy="136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428">
        <w:rPr>
          <w:rFonts w:hint="eastAsia"/>
        </w:rPr>
        <w:t>以上</w:t>
      </w:r>
    </w:p>
    <w:p w:rsidR="00AC5428" w:rsidRPr="00A54AFA" w:rsidRDefault="00AC5428" w:rsidP="00AC5428"/>
    <w:sectPr w:rsidR="00AC5428" w:rsidRPr="00A54A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740"/>
    <w:rsid w:val="000877CB"/>
    <w:rsid w:val="001304A6"/>
    <w:rsid w:val="0014062F"/>
    <w:rsid w:val="001A4436"/>
    <w:rsid w:val="003B7732"/>
    <w:rsid w:val="00402AB3"/>
    <w:rsid w:val="00496614"/>
    <w:rsid w:val="0050483C"/>
    <w:rsid w:val="007B1ECD"/>
    <w:rsid w:val="007E08FC"/>
    <w:rsid w:val="007F63D5"/>
    <w:rsid w:val="00961D97"/>
    <w:rsid w:val="009A39CC"/>
    <w:rsid w:val="009E4D06"/>
    <w:rsid w:val="00A54AFA"/>
    <w:rsid w:val="00AC5428"/>
    <w:rsid w:val="00AD22E5"/>
    <w:rsid w:val="00C02740"/>
    <w:rsid w:val="00C70B1E"/>
    <w:rsid w:val="00C71A39"/>
    <w:rsid w:val="00C81DF1"/>
    <w:rsid w:val="00D50579"/>
    <w:rsid w:val="00E63A30"/>
    <w:rsid w:val="00EC68EB"/>
    <w:rsid w:val="00FA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37E3783-17D3-460A-9BDF-A19C18E8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0B1E"/>
  </w:style>
  <w:style w:type="character" w:customStyle="1" w:styleId="a4">
    <w:name w:val="日付 (文字)"/>
    <w:basedOn w:val="a0"/>
    <w:link w:val="a3"/>
    <w:uiPriority w:val="99"/>
    <w:semiHidden/>
    <w:rsid w:val="00C70B1E"/>
  </w:style>
  <w:style w:type="table" w:styleId="a5">
    <w:name w:val="Table Grid"/>
    <w:basedOn w:val="a1"/>
    <w:uiPriority w:val="59"/>
    <w:rsid w:val="001A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5057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te Heading"/>
    <w:basedOn w:val="a"/>
    <w:next w:val="a"/>
    <w:link w:val="a9"/>
    <w:uiPriority w:val="99"/>
    <w:unhideWhenUsed/>
    <w:rsid w:val="00AC5428"/>
    <w:pPr>
      <w:jc w:val="center"/>
    </w:pPr>
  </w:style>
  <w:style w:type="character" w:customStyle="1" w:styleId="a9">
    <w:name w:val="記 (文字)"/>
    <w:basedOn w:val="a0"/>
    <w:link w:val="a8"/>
    <w:uiPriority w:val="99"/>
    <w:rsid w:val="00AC5428"/>
  </w:style>
  <w:style w:type="paragraph" w:styleId="aa">
    <w:name w:val="Closing"/>
    <w:basedOn w:val="a"/>
    <w:link w:val="ab"/>
    <w:uiPriority w:val="99"/>
    <w:unhideWhenUsed/>
    <w:rsid w:val="00AC5428"/>
    <w:pPr>
      <w:jc w:val="right"/>
    </w:pPr>
  </w:style>
  <w:style w:type="character" w:customStyle="1" w:styleId="ab">
    <w:name w:val="結語 (文字)"/>
    <w:basedOn w:val="a0"/>
    <w:link w:val="aa"/>
    <w:uiPriority w:val="99"/>
    <w:rsid w:val="00AC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チェック花子</cp:lastModifiedBy>
  <cp:revision>2</cp:revision>
  <dcterms:created xsi:type="dcterms:W3CDTF">2016-04-18T23:40:00Z</dcterms:created>
  <dcterms:modified xsi:type="dcterms:W3CDTF">2016-04-18T23:40:00Z</dcterms:modified>
</cp:coreProperties>
</file>