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B5A" w:rsidRPr="006A466F" w:rsidRDefault="007A74E1">
      <w:pPr>
        <w:rPr>
          <w:b/>
          <w:u w:val="single"/>
        </w:rPr>
      </w:pPr>
      <w:bookmarkStart w:id="0" w:name="_GoBack"/>
      <w:bookmarkEnd w:id="0"/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17419E" wp14:editId="723CFF4C">
                <wp:simplePos x="0" y="0"/>
                <wp:positionH relativeFrom="column">
                  <wp:posOffset>4274185</wp:posOffset>
                </wp:positionH>
                <wp:positionV relativeFrom="paragraph">
                  <wp:posOffset>1601470</wp:posOffset>
                </wp:positionV>
                <wp:extent cx="320040" cy="403225"/>
                <wp:effectExtent l="19050" t="38100" r="41910" b="53975"/>
                <wp:wrapNone/>
                <wp:docPr id="10" name="星 5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40322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C18F48" id="星 5 10" o:spid="_x0000_s1026" style="position:absolute;left:0;text-align:left;margin-left:336.55pt;margin-top:126.1pt;width:25.2pt;height:31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0040,403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" path="m,154018r122245,1l160020,r37775,154019l320040,154018r-98899,95188l258918,403224,160020,308034,61122,403224,98899,249206,,154018xe" fillcolor="yellow" strokecolor="#243f60 [1604]" strokeweight="2pt">
                <v:path arrowok="t" o:connecttype="custom" o:connectlocs="0,154018;122245,154019;160020,0;197795,154019;320040,154018;221141,249206;258918,403224;160020,308034;61122,403224;98899,249206;0,154018" o:connectangles="0,0,0,0,0,0,0,0,0,0,0"/>
              </v:shape>
            </w:pict>
          </mc:Fallback>
        </mc:AlternateContent>
      </w:r>
      <w:r w:rsidRPr="006A466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01CFB2" wp14:editId="2D89B5FC">
                <wp:simplePos x="0" y="0"/>
                <wp:positionH relativeFrom="column">
                  <wp:posOffset>3800623</wp:posOffset>
                </wp:positionH>
                <wp:positionV relativeFrom="paragraph">
                  <wp:posOffset>2230870</wp:posOffset>
                </wp:positionV>
                <wp:extent cx="570016" cy="332510"/>
                <wp:effectExtent l="0" t="0" r="1905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016" cy="3325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475813" id="正方形/長方形 3" o:spid="_x0000_s1026" style="position:absolute;left:0;text-align:left;margin-left:299.25pt;margin-top:175.65pt;width:44.9pt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" fillcolor="#fbd4b4 [1305]" stroked="f" strokeweight="2pt"/>
            </w:pict>
          </mc:Fallback>
        </mc:AlternateContent>
      </w:r>
      <w:r w:rsidRPr="006A466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CB14E8" wp14:editId="1FEDCDBE">
                <wp:simplePos x="0" y="0"/>
                <wp:positionH relativeFrom="column">
                  <wp:posOffset>801370</wp:posOffset>
                </wp:positionH>
                <wp:positionV relativeFrom="paragraph">
                  <wp:posOffset>2562860</wp:posOffset>
                </wp:positionV>
                <wp:extent cx="3989705" cy="24892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9705" cy="248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72C4E9" id="正方形/長方形 2" o:spid="_x0000_s1026" style="position:absolute;left:0;text-align:left;margin-left:63.1pt;margin-top:201.8pt;width:314.15pt;height:1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" fillcolor="#bfbfbf [2412]" stroked="f" strokeweight="2pt"/>
            </w:pict>
          </mc:Fallback>
        </mc:AlternateContent>
      </w:r>
      <w:r w:rsidRPr="006A466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AB41D" wp14:editId="2CDC77F4">
                <wp:simplePos x="0" y="0"/>
                <wp:positionH relativeFrom="column">
                  <wp:posOffset>1489710</wp:posOffset>
                </wp:positionH>
                <wp:positionV relativeFrom="paragraph">
                  <wp:posOffset>259080</wp:posOffset>
                </wp:positionV>
                <wp:extent cx="415290" cy="2980690"/>
                <wp:effectExtent l="0" t="0" r="381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0" cy="2980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A1B212" id="正方形/長方形 1" o:spid="_x0000_s1026" style="position:absolute;left:0;text-align:left;margin-left:117.3pt;margin-top:20.4pt;width:32.7pt;height:234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" fillcolor="#bfbfbf [2412]" stroked="f" strokeweight="2pt"/>
            </w:pict>
          </mc:Fallback>
        </mc:AlternateContent>
      </w:r>
      <w:r w:rsidRPr="006A466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1F6360" wp14:editId="043431B2">
                <wp:simplePos x="0" y="0"/>
                <wp:positionH relativeFrom="column">
                  <wp:posOffset>2036445</wp:posOffset>
                </wp:positionH>
                <wp:positionV relativeFrom="paragraph">
                  <wp:posOffset>1600835</wp:posOffset>
                </wp:positionV>
                <wp:extent cx="462915" cy="498475"/>
                <wp:effectExtent l="0" t="0" r="0" b="0"/>
                <wp:wrapNone/>
                <wp:docPr id="8" name="加算記号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15" cy="498475"/>
                        </a:xfrm>
                        <a:prstGeom prst="mathPlus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3C831B" id="加算記号 8" o:spid="_x0000_s1026" style="position:absolute;left:0;text-align:left;margin-left:160.35pt;margin-top:126.05pt;width:36.45pt;height:39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2915,498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" path="m61359,194799r115660,l177019,66073r108877,l285896,194799r115660,l401556,303676r-115660,l285896,432402r-108877,l177019,303676r-115660,l61359,194799xe" fillcolor="red" stroked="f" strokeweight="2pt">
                <v:path arrowok="t" o:connecttype="custom" o:connectlocs="61359,194799;177019,194799;177019,66073;285896,66073;285896,194799;401556,194799;401556,303676;285896,303676;285896,432402;177019,432402;177019,303676;61359,303676;61359,194799" o:connectangles="0,0,0,0,0,0,0,0,0,0,0,0,0"/>
              </v:shape>
            </w:pict>
          </mc:Fallback>
        </mc:AlternateContent>
      </w:r>
      <w:r w:rsidRPr="006A466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72E0D0" wp14:editId="50274854">
                <wp:simplePos x="0" y="0"/>
                <wp:positionH relativeFrom="column">
                  <wp:posOffset>3697605</wp:posOffset>
                </wp:positionH>
                <wp:positionV relativeFrom="paragraph">
                  <wp:posOffset>1898015</wp:posOffset>
                </wp:positionV>
                <wp:extent cx="759460" cy="320040"/>
                <wp:effectExtent l="0" t="0" r="21590" b="22860"/>
                <wp:wrapNone/>
                <wp:docPr id="4" name="二等辺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460" cy="32004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E3994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4" o:spid="_x0000_s1026" type="#_x0000_t5" style="position:absolute;left:0;text-align:left;margin-left:291.15pt;margin-top:149.45pt;width:59.8pt;height:2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" fillcolor="#4f81bd [3204]" strokecolor="#243f60 [1604]" strokeweight="2pt"/>
            </w:pict>
          </mc:Fallback>
        </mc:AlternateContent>
      </w:r>
      <w:r w:rsidRPr="006A466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FB2BD2" wp14:editId="35CD0CDA">
                <wp:simplePos x="0" y="0"/>
                <wp:positionH relativeFrom="column">
                  <wp:posOffset>2001075</wp:posOffset>
                </wp:positionH>
                <wp:positionV relativeFrom="paragraph">
                  <wp:posOffset>1601470</wp:posOffset>
                </wp:positionV>
                <wp:extent cx="1044575" cy="949325"/>
                <wp:effectExtent l="0" t="0" r="3175" b="31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575" cy="9493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2ED8D3" id="正方形/長方形 7" o:spid="_x0000_s1026" style="position:absolute;left:0;text-align:left;margin-left:157.55pt;margin-top:126.1pt;width:82.25pt;height:74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" fillcolor="#c2d69b [1942]" stroked="f" strokeweight="2pt"/>
            </w:pict>
          </mc:Fallback>
        </mc:AlternateContent>
      </w:r>
      <w:r w:rsidR="006A466F" w:rsidRPr="006A466F">
        <w:rPr>
          <w:rFonts w:hint="eastAsia"/>
          <w:b/>
          <w:u w:val="single"/>
        </w:rPr>
        <w:t>我が家の地図</w:t>
      </w:r>
    </w:p>
    <w:sectPr w:rsidR="00727B5A" w:rsidRPr="006A46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3AA"/>
    <w:rsid w:val="004C0BDA"/>
    <w:rsid w:val="006A466F"/>
    <w:rsid w:val="00727B5A"/>
    <w:rsid w:val="007A74E1"/>
    <w:rsid w:val="009835D8"/>
    <w:rsid w:val="00BD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F45E291-51D3-47A5-A8E4-2467AEAAA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PC4353</dc:creator>
  <cp:lastModifiedBy>チェック花子</cp:lastModifiedBy>
  <cp:revision>2</cp:revision>
  <dcterms:created xsi:type="dcterms:W3CDTF">2016-04-18T23:41:00Z</dcterms:created>
  <dcterms:modified xsi:type="dcterms:W3CDTF">2016-04-18T23:41:00Z</dcterms:modified>
</cp:coreProperties>
</file>